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45F9FBFB" w:rsidR="00421E32" w:rsidRPr="00036A50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036A50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 w:rsidRPr="00036A50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036A50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1B274D" w:rsidRPr="00036A50">
        <w:rPr>
          <w:rFonts w:asciiTheme="minorHAnsi" w:hAnsiTheme="minorHAnsi" w:cstheme="minorHAnsi"/>
          <w:b/>
          <w:sz w:val="36"/>
          <w:szCs w:val="36"/>
          <w:lang w:val="en-GB"/>
        </w:rPr>
        <w:t>TERMS OF REFERENCE FOR CONSULTING SERVICES</w:t>
      </w:r>
      <w:r w:rsidR="00E567A5" w:rsidRPr="00036A50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955C29" w:rsidRPr="00036A50">
        <w:rPr>
          <w:rFonts w:asciiTheme="minorHAnsi" w:hAnsiTheme="minorHAnsi" w:cstheme="minorHAnsi"/>
          <w:b/>
          <w:sz w:val="36"/>
          <w:szCs w:val="36"/>
          <w:lang w:val="en-GB"/>
        </w:rPr>
        <w:t xml:space="preserve">PROCURING ENTITY </w:t>
      </w:r>
      <w:r w:rsidR="00E567A5" w:rsidRPr="00036A50">
        <w:rPr>
          <w:rFonts w:asciiTheme="minorHAnsi" w:hAnsiTheme="minorHAnsi" w:cstheme="minorHAnsi"/>
          <w:b/>
          <w:sz w:val="36"/>
          <w:szCs w:val="36"/>
          <w:lang w:val="en-GB"/>
        </w:rPr>
        <w:t>REQUIREMENTS</w:t>
      </w:r>
    </w:p>
    <w:p w14:paraId="71E15998" w14:textId="19412998" w:rsidR="00141577" w:rsidRPr="00036A50" w:rsidRDefault="00141577" w:rsidP="00955C29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036A50">
        <w:rPr>
          <w:b/>
          <w:lang w:val="en-GB"/>
        </w:rPr>
        <w:t>Procurement No:</w:t>
      </w:r>
      <w:r w:rsidRPr="00036A50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036A50" w:rsidRDefault="008857C5">
      <w:pPr>
        <w:rPr>
          <w:rFonts w:cs="Calibri"/>
          <w:b/>
          <w:lang w:val="en-GB" w:eastAsia="ko-KR"/>
        </w:rPr>
      </w:pPr>
      <w:r w:rsidRPr="00036A50">
        <w:rPr>
          <w:rFonts w:cs="Calibri"/>
          <w:b/>
          <w:lang w:val="en-GB" w:eastAsia="ko-KR"/>
        </w:rPr>
        <w:br w:type="page"/>
      </w:r>
    </w:p>
    <w:p w14:paraId="1770CFCF" w14:textId="01A8165F" w:rsidR="0071156A" w:rsidRPr="00036A50" w:rsidRDefault="009E488B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036A50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List of Documents</w:t>
      </w:r>
    </w:p>
    <w:p w14:paraId="1D230EB4" w14:textId="4DF01BEF" w:rsidR="00C44BD4" w:rsidRDefault="00117419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036A50">
        <w:rPr>
          <w:rFonts w:asciiTheme="minorHAnsi" w:hAnsiTheme="minorHAnsi" w:cs="Calibri"/>
          <w:lang w:val="en-GB"/>
        </w:rPr>
        <w:fldChar w:fldCharType="begin"/>
      </w:r>
      <w:r w:rsidR="000D4100" w:rsidRPr="00036A50">
        <w:rPr>
          <w:rFonts w:asciiTheme="minorHAnsi" w:hAnsiTheme="minorHAnsi" w:cs="Calibri"/>
          <w:lang w:val="en-GB"/>
        </w:rPr>
        <w:instrText xml:space="preserve"> TOC \o "1-4" </w:instrText>
      </w:r>
      <w:r w:rsidRPr="00036A50">
        <w:rPr>
          <w:rFonts w:asciiTheme="minorHAnsi" w:hAnsiTheme="minorHAnsi" w:cs="Calibri"/>
          <w:lang w:val="en-GB"/>
        </w:rPr>
        <w:fldChar w:fldCharType="separate"/>
      </w:r>
      <w:r w:rsidR="00C44BD4">
        <w:rPr>
          <w:noProof/>
        </w:rPr>
        <w:t>A.</w:t>
      </w:r>
      <w:r w:rsidR="00C44BD4"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="00C44BD4">
        <w:rPr>
          <w:noProof/>
        </w:rPr>
        <w:t>About the Ministry</w:t>
      </w:r>
      <w:r w:rsidR="00C44BD4">
        <w:rPr>
          <w:noProof/>
        </w:rPr>
        <w:tab/>
      </w:r>
      <w:r w:rsidR="00C44BD4">
        <w:rPr>
          <w:noProof/>
        </w:rPr>
        <w:fldChar w:fldCharType="begin"/>
      </w:r>
      <w:r w:rsidR="00C44BD4">
        <w:rPr>
          <w:noProof/>
        </w:rPr>
        <w:instrText xml:space="preserve"> PAGEREF _Toc44939667 \h </w:instrText>
      </w:r>
      <w:r w:rsidR="00C44BD4">
        <w:rPr>
          <w:noProof/>
        </w:rPr>
      </w:r>
      <w:r w:rsidR="00C44BD4">
        <w:rPr>
          <w:noProof/>
        </w:rPr>
        <w:fldChar w:fldCharType="separate"/>
      </w:r>
      <w:r w:rsidR="00C44BD4">
        <w:rPr>
          <w:noProof/>
        </w:rPr>
        <w:t>3</w:t>
      </w:r>
      <w:r w:rsidR="00C44BD4">
        <w:rPr>
          <w:noProof/>
        </w:rPr>
        <w:fldChar w:fldCharType="end"/>
      </w:r>
    </w:p>
    <w:p w14:paraId="64F7C6C3" w14:textId="42DD875B" w:rsidR="00C44BD4" w:rsidRDefault="00C44BD4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Project Background and Objectives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0910999" w14:textId="5CCEE369" w:rsidR="00C44BD4" w:rsidRDefault="00C44BD4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Service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729F57F" w14:textId="38779E76" w:rsidR="00C44BD4" w:rsidRDefault="00C44B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19291E">
        <w:rPr>
          <w:noProof/>
          <w:lang w:val="en-GB"/>
        </w:rPr>
        <w:t>Suggested methodology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FBBC47C" w14:textId="42920F88" w:rsidR="00C44BD4" w:rsidRDefault="00C44B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19291E">
        <w:rPr>
          <w:noProof/>
          <w:lang w:val="en-GB"/>
        </w:rPr>
        <w:t>Competence requirements and allocation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16D7721" w14:textId="0B89D62E" w:rsidR="00C44BD4" w:rsidRDefault="00C44B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19291E">
        <w:rPr>
          <w:noProof/>
          <w:lang w:val="en-GB" w:eastAsia="ko-KR"/>
        </w:rPr>
        <w:t>Environmental and Social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F7FFBAA" w14:textId="094B4C9E" w:rsidR="00C44BD4" w:rsidRDefault="00C44BD4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>
        <w:rPr>
          <w:noProof/>
        </w:rPr>
        <w:t>Timetable and Reporting Arrangements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E677F4" w14:textId="7B92C7ED" w:rsidR="00C44BD4" w:rsidRDefault="00C44B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19291E">
        <w:rPr>
          <w:noProof/>
          <w:lang w:val="en-GB"/>
        </w:rPr>
        <w:t>Submission of Deliverables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394CB9E" w14:textId="792271F9" w:rsidR="00C44BD4" w:rsidRDefault="00C44BD4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19291E">
        <w:rPr>
          <w:rFonts w:asciiTheme="minorHAnsi" w:hAnsiTheme="minorHAnsi"/>
          <w:noProof/>
          <w:lang w:val="en-GB" w:eastAsia="ko-KR"/>
        </w:rPr>
        <w:t>Reporting Arrangements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_Toc44939675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FB08990" w14:textId="0E544F88" w:rsidR="00AD20ED" w:rsidRPr="00036A50" w:rsidRDefault="00117419" w:rsidP="00852370">
      <w:pPr>
        <w:rPr>
          <w:rFonts w:cs="Calibri"/>
          <w:lang w:val="en-GB"/>
        </w:rPr>
      </w:pPr>
      <w:r w:rsidRPr="00036A50">
        <w:rPr>
          <w:rFonts w:asciiTheme="minorHAnsi" w:hAnsiTheme="minorHAnsi" w:cs="Calibri"/>
          <w:caps/>
          <w:lang w:val="en-GB"/>
        </w:rPr>
        <w:fldChar w:fldCharType="end"/>
      </w:r>
    </w:p>
    <w:p w14:paraId="0B8F80A7" w14:textId="77777777" w:rsidR="00EA5718" w:rsidRPr="00036A50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036A50">
        <w:rPr>
          <w:rFonts w:cs="Calibri"/>
          <w:sz w:val="32"/>
          <w:szCs w:val="32"/>
          <w:lang w:val="en-GB"/>
        </w:rPr>
        <w:br w:type="page"/>
      </w:r>
    </w:p>
    <w:p w14:paraId="3B6B8173" w14:textId="286F8991" w:rsidR="00EB0645" w:rsidRPr="00036A50" w:rsidRDefault="00EB0645" w:rsidP="004340F8">
      <w:pPr>
        <w:pStyle w:val="Heading2"/>
        <w:numPr>
          <w:ilvl w:val="0"/>
          <w:numId w:val="17"/>
        </w:numPr>
      </w:pPr>
      <w:bookmarkStart w:id="5" w:name="_Toc44939667"/>
      <w:bookmarkEnd w:id="4"/>
      <w:r w:rsidRPr="00036A50">
        <w:lastRenderedPageBreak/>
        <w:t>About the Ministry</w:t>
      </w:r>
      <w:bookmarkEnd w:id="5"/>
    </w:p>
    <w:p w14:paraId="59FD4F19" w14:textId="6186C429" w:rsidR="006722B5" w:rsidRPr="00AF4D28" w:rsidRDefault="006722B5" w:rsidP="006722B5">
      <w:pPr>
        <w:rPr>
          <w:lang w:val="en-GB"/>
        </w:rPr>
      </w:pPr>
      <w:r w:rsidRPr="00AF4D28">
        <w:rPr>
          <w:lang w:val="en-GB"/>
        </w:rPr>
        <w:t>&lt;describe the scope of the Ministry, relevant for the procurement&gt;</w:t>
      </w:r>
    </w:p>
    <w:p w14:paraId="0A204FA9" w14:textId="77777777" w:rsidR="00B65058" w:rsidRPr="00AF4D28" w:rsidRDefault="00B65058" w:rsidP="006722B5">
      <w:pPr>
        <w:rPr>
          <w:rFonts w:ascii="Times New Roman" w:hAnsi="Times New Roman"/>
          <w:lang w:val="en-GB" w:eastAsia="ko-KR"/>
        </w:rPr>
      </w:pPr>
    </w:p>
    <w:p w14:paraId="37EFB719" w14:textId="2C873BD8" w:rsidR="00EB0645" w:rsidRPr="00AF4D28" w:rsidRDefault="006722B5" w:rsidP="004340F8">
      <w:pPr>
        <w:pStyle w:val="Heading2"/>
        <w:numPr>
          <w:ilvl w:val="0"/>
          <w:numId w:val="17"/>
        </w:numPr>
      </w:pPr>
      <w:bookmarkStart w:id="6" w:name="_Toc44939668"/>
      <w:r w:rsidRPr="00AF4D28">
        <w:t xml:space="preserve">Project </w:t>
      </w:r>
      <w:r w:rsidR="00EB0645" w:rsidRPr="00AF4D28">
        <w:t>Background</w:t>
      </w:r>
      <w:r w:rsidRPr="00AF4D28">
        <w:t xml:space="preserve"> and Objectives</w:t>
      </w:r>
      <w:bookmarkEnd w:id="6"/>
    </w:p>
    <w:p w14:paraId="1FA7CDDD" w14:textId="77777777" w:rsidR="00EB0645" w:rsidRPr="00AF4D28" w:rsidRDefault="00EB0645" w:rsidP="00EB0645">
      <w:pPr>
        <w:rPr>
          <w:lang w:val="en-GB"/>
        </w:rPr>
      </w:pPr>
      <w:r w:rsidRPr="00AF4D28">
        <w:rPr>
          <w:lang w:val="en-GB"/>
        </w:rPr>
        <w:t>&lt;insert project background and objectives&gt;</w:t>
      </w:r>
    </w:p>
    <w:p w14:paraId="017AFE2D" w14:textId="77777777" w:rsidR="00EB0645" w:rsidRPr="00AF4D28" w:rsidRDefault="00EB0645" w:rsidP="00EB0645">
      <w:pPr>
        <w:rPr>
          <w:rFonts w:ascii="Times New Roman" w:hAnsi="Times New Roman"/>
          <w:lang w:val="en-GB" w:eastAsia="ko-KR"/>
        </w:rPr>
      </w:pPr>
    </w:p>
    <w:p w14:paraId="3CB3DEE5" w14:textId="548CFC6F" w:rsidR="0096062B" w:rsidRPr="00AF4D28" w:rsidRDefault="001B274D" w:rsidP="004340F8">
      <w:pPr>
        <w:pStyle w:val="Heading2"/>
        <w:numPr>
          <w:ilvl w:val="0"/>
          <w:numId w:val="17"/>
        </w:numPr>
      </w:pPr>
      <w:bookmarkStart w:id="7" w:name="_Toc44939669"/>
      <w:r w:rsidRPr="00AF4D28">
        <w:t>Service</w:t>
      </w:r>
      <w:r w:rsidR="006722B5" w:rsidRPr="00AF4D28">
        <w:t xml:space="preserve"> Requirements</w:t>
      </w:r>
      <w:bookmarkEnd w:id="7"/>
    </w:p>
    <w:p w14:paraId="3FBD1547" w14:textId="17F5050A" w:rsidR="00A67FDD" w:rsidRPr="00AF4D28" w:rsidRDefault="00A67FDD" w:rsidP="00A67FDD">
      <w:pPr>
        <w:rPr>
          <w:i/>
          <w:iCs/>
          <w:lang w:val="en-GB"/>
        </w:rPr>
      </w:pPr>
      <w:r w:rsidRPr="00AF4D28">
        <w:rPr>
          <w:i/>
          <w:iCs/>
          <w:lang w:val="en-GB"/>
        </w:rPr>
        <w:t xml:space="preserve">&lt;Describe the </w:t>
      </w:r>
      <w:r w:rsidR="00955C29" w:rsidRPr="00AF4D28">
        <w:rPr>
          <w:i/>
          <w:iCs/>
          <w:lang w:val="en-GB"/>
        </w:rPr>
        <w:t xml:space="preserve">Consulting </w:t>
      </w:r>
      <w:r w:rsidRPr="00AF4D28">
        <w:rPr>
          <w:i/>
          <w:iCs/>
          <w:lang w:val="en-GB"/>
        </w:rPr>
        <w:t>Services to be Tendered&gt;</w:t>
      </w:r>
    </w:p>
    <w:p w14:paraId="5B7AC21F" w14:textId="0C56CDAF" w:rsidR="0096062B" w:rsidRPr="00AF4D28" w:rsidRDefault="00BC0039" w:rsidP="00BC0039">
      <w:pPr>
        <w:pStyle w:val="Heading3"/>
        <w:rPr>
          <w:lang w:val="en-GB"/>
        </w:rPr>
      </w:pPr>
      <w:bookmarkStart w:id="8" w:name="_Toc464578054"/>
      <w:bookmarkStart w:id="9" w:name="_Toc44939670"/>
      <w:r w:rsidRPr="00AF4D28">
        <w:rPr>
          <w:lang w:val="en-GB"/>
        </w:rPr>
        <w:t>Suggested methodology</w:t>
      </w:r>
      <w:bookmarkEnd w:id="8"/>
      <w:bookmarkEnd w:id="9"/>
    </w:p>
    <w:p w14:paraId="791D74B2" w14:textId="2BBBF368" w:rsidR="00BC0039" w:rsidRPr="00AF4D28" w:rsidRDefault="00A67FDD" w:rsidP="00BC0039">
      <w:pPr>
        <w:rPr>
          <w:rFonts w:ascii="Times New Roman" w:hAnsi="Times New Roman"/>
          <w:i/>
          <w:iCs/>
          <w:lang w:val="en-GB" w:eastAsia="ko-KR"/>
        </w:rPr>
      </w:pPr>
      <w:r w:rsidRPr="00AF4D28">
        <w:rPr>
          <w:rFonts w:ascii="Times New Roman" w:hAnsi="Times New Roman"/>
          <w:i/>
          <w:iCs/>
          <w:lang w:val="en-GB" w:eastAsia="ko-KR"/>
        </w:rPr>
        <w:t>&lt;Here describe the suggested requirements on methodology&gt;</w:t>
      </w:r>
    </w:p>
    <w:p w14:paraId="64759533" w14:textId="5C632175" w:rsidR="00A67FDD" w:rsidRPr="00AF4D28" w:rsidRDefault="00A67FDD" w:rsidP="00BC0039">
      <w:pPr>
        <w:rPr>
          <w:rFonts w:ascii="Times New Roman" w:hAnsi="Times New Roman"/>
          <w:lang w:val="en-GB" w:eastAsia="ko-KR"/>
        </w:rPr>
      </w:pPr>
      <w:r w:rsidRPr="00AF4D28">
        <w:rPr>
          <w:rFonts w:ascii="Times New Roman" w:hAnsi="Times New Roman"/>
          <w:lang w:val="en-GB" w:eastAsia="ko-KR"/>
        </w:rPr>
        <w:t xml:space="preserve">To be specified by the Tenderer in the </w:t>
      </w:r>
      <w:r w:rsidR="00B65058" w:rsidRPr="00AF4D28">
        <w:rPr>
          <w:rFonts w:ascii="Times New Roman" w:hAnsi="Times New Roman"/>
          <w:lang w:val="en-GB" w:eastAsia="ko-KR"/>
        </w:rPr>
        <w:t>‘</w:t>
      </w:r>
      <w:r w:rsidRPr="00AF4D28">
        <w:rPr>
          <w:rFonts w:ascii="Times New Roman" w:hAnsi="Times New Roman"/>
          <w:lang w:val="en-GB" w:eastAsia="ko-KR"/>
        </w:rPr>
        <w:t>Terms of Reference Narrative</w:t>
      </w:r>
      <w:r w:rsidR="00B65058" w:rsidRPr="00AF4D28">
        <w:rPr>
          <w:rFonts w:ascii="Times New Roman" w:hAnsi="Times New Roman"/>
          <w:lang w:val="en-GB" w:eastAsia="ko-KR"/>
        </w:rPr>
        <w:t>’</w:t>
      </w:r>
      <w:r w:rsidRPr="00AF4D28">
        <w:rPr>
          <w:rFonts w:ascii="Times New Roman" w:hAnsi="Times New Roman"/>
          <w:lang w:val="en-GB" w:eastAsia="ko-KR"/>
        </w:rPr>
        <w:t xml:space="preserve"> Template included in this RFP</w:t>
      </w:r>
    </w:p>
    <w:p w14:paraId="0F760252" w14:textId="722ADB02" w:rsidR="0096062B" w:rsidRPr="00AF4D28" w:rsidRDefault="00BC0039" w:rsidP="00A67FDD">
      <w:pPr>
        <w:pStyle w:val="Heading3"/>
        <w:rPr>
          <w:lang w:val="en-GB"/>
        </w:rPr>
      </w:pPr>
      <w:bookmarkStart w:id="10" w:name="_Toc464578055"/>
      <w:bookmarkStart w:id="11" w:name="_Toc44939671"/>
      <w:r w:rsidRPr="00AF4D28">
        <w:rPr>
          <w:lang w:val="en-GB"/>
        </w:rPr>
        <w:t>Competence requirements and allocation</w:t>
      </w:r>
      <w:bookmarkEnd w:id="10"/>
      <w:bookmarkEnd w:id="11"/>
    </w:p>
    <w:p w14:paraId="6FFD5C63" w14:textId="50C8963C" w:rsidR="00B65058" w:rsidRPr="00AF4D28" w:rsidRDefault="00B65058" w:rsidP="00B65058">
      <w:pPr>
        <w:rPr>
          <w:rFonts w:ascii="Times New Roman" w:hAnsi="Times New Roman"/>
          <w:i/>
          <w:iCs/>
          <w:lang w:val="en-GB" w:eastAsia="ko-KR"/>
        </w:rPr>
      </w:pPr>
      <w:bookmarkStart w:id="12" w:name="_Toc464578056"/>
      <w:r w:rsidRPr="00AF4D28">
        <w:rPr>
          <w:rFonts w:ascii="Times New Roman" w:hAnsi="Times New Roman"/>
          <w:i/>
          <w:iCs/>
          <w:lang w:val="en-GB" w:eastAsia="ko-KR"/>
        </w:rPr>
        <w:t>&lt;Here describe the competence requirements&gt;</w:t>
      </w:r>
    </w:p>
    <w:p w14:paraId="65CE3786" w14:textId="6AB2607A" w:rsidR="00B65058" w:rsidRPr="00036A50" w:rsidRDefault="00B65058" w:rsidP="00B65058">
      <w:pPr>
        <w:rPr>
          <w:rFonts w:ascii="Times New Roman" w:hAnsi="Times New Roman"/>
          <w:lang w:val="en-GB" w:eastAsia="ko-KR"/>
        </w:rPr>
      </w:pPr>
      <w:r w:rsidRPr="00AF4D28">
        <w:rPr>
          <w:rFonts w:ascii="Times New Roman" w:hAnsi="Times New Roman"/>
          <w:lang w:val="en-GB" w:eastAsia="ko-KR"/>
        </w:rPr>
        <w:t>To be specified by the Tenderer in the ‘Technical Component - allocation of resources’ Template included in this RFP</w:t>
      </w:r>
    </w:p>
    <w:p w14:paraId="32E08D65" w14:textId="77777777" w:rsidR="00A67FDD" w:rsidRPr="00036A50" w:rsidRDefault="00A67FDD" w:rsidP="00A67FDD">
      <w:pPr>
        <w:pStyle w:val="Heading3"/>
        <w:rPr>
          <w:lang w:val="en-GB" w:eastAsia="ko-KR"/>
        </w:rPr>
      </w:pPr>
      <w:bookmarkStart w:id="13" w:name="_Toc44939672"/>
      <w:r w:rsidRPr="00036A50">
        <w:rPr>
          <w:lang w:val="en-GB" w:eastAsia="ko-KR"/>
        </w:rPr>
        <w:t>Environmental and Social considerations</w:t>
      </w:r>
      <w:bookmarkEnd w:id="12"/>
      <w:bookmarkEnd w:id="13"/>
    </w:p>
    <w:p w14:paraId="66C29E32" w14:textId="3820E891" w:rsidR="0096062B" w:rsidRPr="00036A50" w:rsidRDefault="00A67FDD" w:rsidP="00A67FDD">
      <w:pPr>
        <w:rPr>
          <w:rFonts w:ascii="Times New Roman" w:hAnsi="Times New Roman"/>
          <w:lang w:val="en-GB" w:eastAsia="ko-KR"/>
        </w:rPr>
      </w:pPr>
      <w:r w:rsidRPr="00036A50">
        <w:rPr>
          <w:rFonts w:ascii="Times New Roman" w:hAnsi="Times New Roman"/>
          <w:lang w:val="en-GB" w:eastAsia="ko-KR"/>
        </w:rPr>
        <w:t>The analysis and derived outputs produced in the context of this consultancy shall consider environmental and social requirements and how they will be addressed.</w:t>
      </w:r>
      <w:r w:rsidR="00B65058" w:rsidRPr="00036A50">
        <w:rPr>
          <w:rFonts w:ascii="Times New Roman" w:hAnsi="Times New Roman"/>
          <w:lang w:val="en-GB" w:eastAsia="ko-KR"/>
        </w:rPr>
        <w:t xml:space="preserve"> Please, refer to the Certificate of Compliance Form included in this RFP.</w:t>
      </w:r>
    </w:p>
    <w:p w14:paraId="2EE4EB1D" w14:textId="5124AE28" w:rsidR="00A67FDD" w:rsidRPr="00036A50" w:rsidRDefault="00B65058" w:rsidP="00A67FDD">
      <w:pPr>
        <w:rPr>
          <w:rFonts w:ascii="Times New Roman" w:hAnsi="Times New Roman"/>
          <w:lang w:val="en-GB" w:eastAsia="ko-KR"/>
        </w:rPr>
      </w:pPr>
      <w:r w:rsidRPr="00036A50">
        <w:rPr>
          <w:rFonts w:ascii="Times New Roman" w:hAnsi="Times New Roman"/>
          <w:lang w:val="en-GB" w:eastAsia="ko-KR"/>
        </w:rPr>
        <w:t>To be specified by the Tenderer in the ‘Terms of Reference Narrative’ Template included in this RFP</w:t>
      </w:r>
    </w:p>
    <w:p w14:paraId="06F6201F" w14:textId="5DD19B29" w:rsidR="0096062B" w:rsidRPr="00036A50" w:rsidRDefault="00E82568" w:rsidP="009E488B">
      <w:pPr>
        <w:pStyle w:val="Heading2"/>
        <w:numPr>
          <w:ilvl w:val="0"/>
          <w:numId w:val="17"/>
        </w:numPr>
      </w:pPr>
      <w:bookmarkStart w:id="14" w:name="_Toc370037323"/>
      <w:bookmarkStart w:id="15" w:name="_Toc419898364"/>
      <w:bookmarkStart w:id="16" w:name="_Toc464578051"/>
      <w:bookmarkStart w:id="17" w:name="_Toc44939673"/>
      <w:r w:rsidRPr="00036A50">
        <w:t>Timetable and Reporting Arrangements</w:t>
      </w:r>
      <w:bookmarkEnd w:id="14"/>
      <w:bookmarkEnd w:id="15"/>
      <w:bookmarkEnd w:id="16"/>
      <w:bookmarkEnd w:id="17"/>
    </w:p>
    <w:p w14:paraId="4D3A5AEC" w14:textId="368B92A7" w:rsidR="00B15A69" w:rsidRPr="00036A50" w:rsidRDefault="00B15A69" w:rsidP="00B15A69">
      <w:pPr>
        <w:pStyle w:val="Heading3"/>
        <w:rPr>
          <w:lang w:val="en-GB"/>
        </w:rPr>
      </w:pPr>
      <w:bookmarkStart w:id="18" w:name="_Toc44939674"/>
      <w:r w:rsidRPr="00036A50">
        <w:rPr>
          <w:lang w:val="en-GB"/>
        </w:rPr>
        <w:t>Submission of Deliverables</w:t>
      </w:r>
      <w:bookmarkEnd w:id="18"/>
    </w:p>
    <w:p w14:paraId="2385E15E" w14:textId="4DC98A58" w:rsidR="00B15A69" w:rsidRPr="00036A50" w:rsidRDefault="00BC0039" w:rsidP="00B15A69">
      <w:pPr>
        <w:rPr>
          <w:lang w:val="en-GB"/>
        </w:rPr>
      </w:pPr>
      <w:r w:rsidRPr="00036A50">
        <w:rPr>
          <w:lang w:val="en-GB"/>
        </w:rPr>
        <w:t>Specific d</w:t>
      </w:r>
      <w:r w:rsidR="00B15A69" w:rsidRPr="00036A50">
        <w:rPr>
          <w:lang w:val="en-GB"/>
        </w:rPr>
        <w:t xml:space="preserve">ates will be agreed </w:t>
      </w:r>
      <w:r w:rsidRPr="00036A50">
        <w:rPr>
          <w:lang w:val="en-GB"/>
        </w:rPr>
        <w:t>in the Contract.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1389"/>
        <w:gridCol w:w="5547"/>
        <w:gridCol w:w="2693"/>
      </w:tblGrid>
      <w:tr w:rsidR="00B15A69" w:rsidRPr="00036A50" w14:paraId="716419BF" w14:textId="77777777" w:rsidTr="00B15A69">
        <w:trPr>
          <w:trHeight w:val="615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AAE1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b/>
                <w:bCs/>
                <w:lang w:val="en-GB" w:eastAsia="ko-KR"/>
              </w:rPr>
            </w:pPr>
            <w:r w:rsidRPr="00036A50">
              <w:rPr>
                <w:rFonts w:asciiTheme="minorHAnsi" w:hAnsiTheme="minorHAnsi"/>
                <w:b/>
                <w:bCs/>
                <w:lang w:val="en-GB" w:eastAsia="ko-KR"/>
              </w:rPr>
              <w:t>Deliverable No.</w:t>
            </w:r>
          </w:p>
        </w:tc>
        <w:tc>
          <w:tcPr>
            <w:tcW w:w="55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34A2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b/>
                <w:bCs/>
                <w:lang w:val="en-GB" w:eastAsia="ko-KR"/>
              </w:rPr>
            </w:pPr>
            <w:r w:rsidRPr="00036A50">
              <w:rPr>
                <w:rFonts w:asciiTheme="minorHAnsi" w:hAnsiTheme="minorHAnsi"/>
                <w:b/>
                <w:bCs/>
                <w:lang w:val="en-GB" w:eastAsia="ko-KR"/>
              </w:rPr>
              <w:t>Deliverables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FBD9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b/>
                <w:bCs/>
                <w:lang w:val="en-GB" w:eastAsia="ko-KR"/>
              </w:rPr>
            </w:pPr>
            <w:r w:rsidRPr="00036A50">
              <w:rPr>
                <w:rFonts w:asciiTheme="minorHAnsi" w:hAnsiTheme="minorHAnsi"/>
                <w:b/>
                <w:bCs/>
                <w:lang w:val="en-GB" w:eastAsia="ko-KR"/>
              </w:rPr>
              <w:t>Timeline</w:t>
            </w:r>
          </w:p>
          <w:p w14:paraId="22249B3C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b/>
                <w:bCs/>
                <w:lang w:val="en-GB" w:eastAsia="ko-KR"/>
              </w:rPr>
            </w:pPr>
            <w:r w:rsidRPr="00036A50">
              <w:rPr>
                <w:rFonts w:asciiTheme="minorHAnsi" w:hAnsiTheme="minorHAnsi"/>
                <w:b/>
                <w:bCs/>
                <w:lang w:val="en-GB" w:eastAsia="ko-KR"/>
              </w:rPr>
              <w:t>(from project start date)</w:t>
            </w:r>
          </w:p>
        </w:tc>
      </w:tr>
      <w:tr w:rsidR="00B15A69" w:rsidRPr="00036A50" w14:paraId="54FF8F16" w14:textId="77777777" w:rsidTr="00B15A69">
        <w:trPr>
          <w:trHeight w:val="435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A322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lastRenderedPageBreak/>
              <w:t>1</w:t>
            </w:r>
          </w:p>
        </w:tc>
        <w:tc>
          <w:tcPr>
            <w:tcW w:w="5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14D0" w14:textId="1073B2B7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/>
              </w:rPr>
              <w:t xml:space="preserve">Submission of </w:t>
            </w:r>
            <w:r w:rsidR="00BC0039" w:rsidRPr="00036A50">
              <w:rPr>
                <w:rFonts w:asciiTheme="minorHAnsi" w:hAnsiTheme="minorHAnsi"/>
                <w:lang w:val="en-GB"/>
              </w:rPr>
              <w:t>I</w:t>
            </w:r>
            <w:r w:rsidRPr="00036A50">
              <w:rPr>
                <w:rFonts w:asciiTheme="minorHAnsi" w:hAnsiTheme="minorHAnsi"/>
                <w:lang w:val="en-GB"/>
              </w:rPr>
              <w:t xml:space="preserve">nception </w:t>
            </w:r>
            <w:r w:rsidR="00BC0039" w:rsidRPr="00036A50">
              <w:rPr>
                <w:rFonts w:asciiTheme="minorHAnsi" w:hAnsiTheme="minorHAnsi"/>
                <w:lang w:val="en-GB"/>
              </w:rPr>
              <w:t>R</w:t>
            </w:r>
            <w:r w:rsidRPr="00036A50">
              <w:rPr>
                <w:rFonts w:asciiTheme="minorHAnsi" w:hAnsiTheme="minorHAnsi"/>
                <w:lang w:val="en-GB"/>
              </w:rPr>
              <w:t>eport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31A7" w14:textId="23E323C8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X weeks after contract start date</w:t>
            </w:r>
          </w:p>
        </w:tc>
      </w:tr>
      <w:tr w:rsidR="00B15A69" w:rsidRPr="00036A50" w14:paraId="020D93F8" w14:textId="77777777" w:rsidTr="00B15A69">
        <w:trPr>
          <w:trHeight w:val="315"/>
        </w:trPr>
        <w:tc>
          <w:tcPr>
            <w:tcW w:w="1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1A67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2</w:t>
            </w:r>
          </w:p>
        </w:tc>
        <w:tc>
          <w:tcPr>
            <w:tcW w:w="55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D255" w14:textId="048888A3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/>
              </w:rPr>
              <w:t xml:space="preserve">Submission of </w:t>
            </w:r>
            <w:r w:rsidR="00BC0039" w:rsidRPr="00036A50">
              <w:rPr>
                <w:rFonts w:asciiTheme="minorHAnsi" w:hAnsiTheme="minorHAnsi"/>
                <w:lang w:val="en-GB"/>
              </w:rPr>
              <w:t>Mid-Term Report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FCE5" w14:textId="4B8132ED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 xml:space="preserve">X months </w:t>
            </w:r>
          </w:p>
        </w:tc>
      </w:tr>
      <w:tr w:rsidR="00B15A69" w:rsidRPr="00036A50" w14:paraId="5C93B3D6" w14:textId="77777777" w:rsidTr="00B15A69">
        <w:trPr>
          <w:trHeight w:val="315"/>
        </w:trPr>
        <w:tc>
          <w:tcPr>
            <w:tcW w:w="13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3C1A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3</w:t>
            </w:r>
          </w:p>
        </w:tc>
        <w:tc>
          <w:tcPr>
            <w:tcW w:w="55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9554" w14:textId="35CFB8F1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/>
              </w:rPr>
              <w:t xml:space="preserve">Submission of </w:t>
            </w:r>
            <w:r w:rsidR="00BC0039" w:rsidRPr="00036A50">
              <w:rPr>
                <w:rFonts w:asciiTheme="minorHAnsi" w:hAnsiTheme="minorHAnsi"/>
                <w:lang w:val="en-GB"/>
              </w:rPr>
              <w:t>Draft Final Report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586DD" w14:textId="233C2B36" w:rsidR="00B15A69" w:rsidRPr="00036A50" w:rsidRDefault="00BC003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X</w:t>
            </w:r>
            <w:r w:rsidR="00B15A69" w:rsidRPr="00036A50">
              <w:rPr>
                <w:rFonts w:asciiTheme="minorHAnsi" w:hAnsiTheme="minorHAnsi"/>
                <w:lang w:val="en-GB" w:eastAsia="ko-KR"/>
              </w:rPr>
              <w:t xml:space="preserve"> months </w:t>
            </w:r>
          </w:p>
        </w:tc>
      </w:tr>
      <w:tr w:rsidR="00B15A69" w:rsidRPr="00036A50" w14:paraId="2DAFC36D" w14:textId="77777777" w:rsidTr="00BC0039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6F3A2" w14:textId="77777777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4</w:t>
            </w:r>
          </w:p>
        </w:tc>
        <w:tc>
          <w:tcPr>
            <w:tcW w:w="5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4DFD" w14:textId="4D9401EF" w:rsidR="00B15A69" w:rsidRPr="00036A50" w:rsidRDefault="00B15A6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 xml:space="preserve">Submission of </w:t>
            </w:r>
            <w:r w:rsidR="00BC0039" w:rsidRPr="00036A50">
              <w:rPr>
                <w:rFonts w:asciiTheme="minorHAnsi" w:hAnsiTheme="minorHAnsi"/>
                <w:lang w:val="en-GB" w:eastAsia="ko-KR"/>
              </w:rPr>
              <w:t>&lt;</w:t>
            </w:r>
            <w:r w:rsidR="00BC0039" w:rsidRPr="00036A50">
              <w:rPr>
                <w:rFonts w:asciiTheme="minorHAnsi" w:hAnsiTheme="minorHAnsi"/>
                <w:highlight w:val="yellow"/>
                <w:lang w:val="en-GB" w:eastAsia="ko-KR"/>
              </w:rPr>
              <w:t>other deliverables&gt;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5CF55" w14:textId="36D61D30" w:rsidR="00B15A69" w:rsidRPr="00036A50" w:rsidRDefault="00BC003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X</w:t>
            </w:r>
            <w:r w:rsidR="00B15A69" w:rsidRPr="00036A50">
              <w:rPr>
                <w:rFonts w:asciiTheme="minorHAnsi" w:hAnsiTheme="minorHAnsi"/>
                <w:lang w:val="en-GB" w:eastAsia="ko-KR"/>
              </w:rPr>
              <w:t xml:space="preserve"> months</w:t>
            </w:r>
          </w:p>
        </w:tc>
      </w:tr>
      <w:tr w:rsidR="00BC0039" w:rsidRPr="00036A50" w14:paraId="22D7053C" w14:textId="77777777" w:rsidTr="000767FD">
        <w:trPr>
          <w:trHeight w:val="315"/>
        </w:trPr>
        <w:tc>
          <w:tcPr>
            <w:tcW w:w="13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37741" w14:textId="77777777" w:rsidR="00BC0039" w:rsidRPr="00036A50" w:rsidRDefault="00BC003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4</w:t>
            </w:r>
          </w:p>
        </w:tc>
        <w:tc>
          <w:tcPr>
            <w:tcW w:w="5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D035" w14:textId="77777777" w:rsidR="00BC0039" w:rsidRPr="00036A50" w:rsidRDefault="00BC003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Submission of Final Report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9A41B1" w14:textId="77777777" w:rsidR="00BC0039" w:rsidRPr="00036A50" w:rsidRDefault="00BC0039" w:rsidP="000767FD">
            <w:pPr>
              <w:jc w:val="both"/>
              <w:rPr>
                <w:rFonts w:asciiTheme="minorHAnsi" w:hAnsiTheme="minorHAnsi"/>
                <w:lang w:val="en-GB" w:eastAsia="ko-KR"/>
              </w:rPr>
            </w:pPr>
            <w:r w:rsidRPr="00036A50">
              <w:rPr>
                <w:rFonts w:asciiTheme="minorHAnsi" w:hAnsiTheme="minorHAnsi"/>
                <w:lang w:val="en-GB" w:eastAsia="ko-KR"/>
              </w:rPr>
              <w:t>X months</w:t>
            </w:r>
          </w:p>
        </w:tc>
      </w:tr>
    </w:tbl>
    <w:p w14:paraId="7818BFED" w14:textId="77777777" w:rsidR="00B15A69" w:rsidRPr="00036A50" w:rsidRDefault="00B15A69" w:rsidP="00B15A69">
      <w:pPr>
        <w:pStyle w:val="Heading3"/>
        <w:jc w:val="both"/>
        <w:rPr>
          <w:rFonts w:asciiTheme="minorHAnsi" w:hAnsiTheme="minorHAnsi"/>
          <w:sz w:val="24"/>
          <w:lang w:val="en-GB"/>
        </w:rPr>
      </w:pPr>
      <w:bookmarkStart w:id="19" w:name="_Toc370037325"/>
      <w:bookmarkStart w:id="20" w:name="_Toc419898366"/>
      <w:bookmarkStart w:id="21" w:name="_Toc464578053"/>
      <w:bookmarkStart w:id="22" w:name="_Toc44939675"/>
      <w:r w:rsidRPr="00036A50">
        <w:rPr>
          <w:rFonts w:asciiTheme="minorHAnsi" w:hAnsiTheme="minorHAnsi"/>
          <w:sz w:val="24"/>
          <w:lang w:val="en-GB" w:eastAsia="ko-KR"/>
        </w:rPr>
        <w:t>Reporting Arrangements</w:t>
      </w:r>
      <w:bookmarkEnd w:id="19"/>
      <w:bookmarkEnd w:id="20"/>
      <w:bookmarkEnd w:id="21"/>
      <w:bookmarkEnd w:id="22"/>
    </w:p>
    <w:p w14:paraId="7C5D2B6E" w14:textId="68C51766" w:rsidR="00B15A69" w:rsidRPr="00036A50" w:rsidRDefault="00B15A69" w:rsidP="00B15A69">
      <w:pPr>
        <w:rPr>
          <w:lang w:val="en-GB"/>
        </w:rPr>
      </w:pPr>
      <w:r w:rsidRPr="00036A50">
        <w:rPr>
          <w:highlight w:val="yellow"/>
          <w:lang w:val="en-GB"/>
        </w:rPr>
        <w:t>&lt;If e.g. monthly reports are requested, or other specificities, specify here&gt;</w:t>
      </w:r>
    </w:p>
    <w:p w14:paraId="6C1F90D9" w14:textId="6322291D" w:rsidR="00B15A69" w:rsidRPr="00036A50" w:rsidRDefault="00B15A69" w:rsidP="00B15A69">
      <w:pPr>
        <w:rPr>
          <w:i/>
          <w:iCs/>
          <w:lang w:val="en-GB"/>
        </w:rPr>
      </w:pPr>
      <w:r w:rsidRPr="00036A50">
        <w:rPr>
          <w:i/>
          <w:iCs/>
          <w:lang w:val="en-GB"/>
        </w:rPr>
        <w:t>Example:</w:t>
      </w:r>
    </w:p>
    <w:p w14:paraId="6887DEFB" w14:textId="1F750ECA" w:rsidR="00B15A69" w:rsidRPr="00036A50" w:rsidRDefault="00B15A69" w:rsidP="00B15A69">
      <w:pPr>
        <w:rPr>
          <w:rFonts w:asciiTheme="minorHAnsi" w:hAnsiTheme="minorHAnsi"/>
          <w:i/>
          <w:iCs/>
          <w:lang w:val="en-GB" w:eastAsia="ko-KR"/>
        </w:rPr>
      </w:pPr>
      <w:r w:rsidRPr="00036A50">
        <w:rPr>
          <w:rFonts w:asciiTheme="minorHAnsi" w:hAnsiTheme="minorHAnsi"/>
          <w:i/>
          <w:iCs/>
          <w:lang w:val="en-GB" w:eastAsia="ko-KR"/>
        </w:rPr>
        <w:t xml:space="preserve">The </w:t>
      </w:r>
      <w:r w:rsidRPr="00036A50">
        <w:rPr>
          <w:rFonts w:eastAsia="Times New Roman" w:cs="Calibri"/>
          <w:i/>
          <w:iCs/>
          <w:lang w:val="en-GB"/>
        </w:rPr>
        <w:t>Consultants</w:t>
      </w:r>
      <w:r w:rsidRPr="00036A50">
        <w:rPr>
          <w:rFonts w:asciiTheme="minorHAnsi" w:hAnsiTheme="minorHAnsi"/>
          <w:i/>
          <w:iCs/>
          <w:lang w:val="en-GB" w:eastAsia="ko-KR"/>
        </w:rPr>
        <w:t xml:space="preserve"> work progress will be monitored primarily through monthly review meetings/calls, the precise schedule of which is to be determined based on consultation with the Consultant. The Consultant is also expected to produce, upon request, a formal progress report to the Contract Manager and Project Manager that includes: an overview of the project, a narrative description of project activities, detailed information on project objectives and milestones, actual achievements made against the timeline initially set, etc.</w:t>
      </w:r>
    </w:p>
    <w:sectPr w:rsidR="00B15A69" w:rsidRPr="00036A50" w:rsidSect="00E636A0">
      <w:headerReference w:type="default" r:id="rId11"/>
      <w:footerReference w:type="default" r:id="rId12"/>
      <w:headerReference w:type="first" r:id="rId13"/>
      <w:type w:val="oddPage"/>
      <w:pgSz w:w="11907" w:h="16839" w:code="9"/>
      <w:pgMar w:top="1843" w:right="1152" w:bottom="1080" w:left="1152" w:header="284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E5618" w14:textId="77777777" w:rsidR="00344F84" w:rsidRDefault="00344F84">
      <w:r>
        <w:separator/>
      </w:r>
    </w:p>
  </w:endnote>
  <w:endnote w:type="continuationSeparator" w:id="0">
    <w:p w14:paraId="08F3DDC7" w14:textId="77777777" w:rsidR="00344F84" w:rsidRDefault="00344F84">
      <w:r>
        <w:continuationSeparator/>
      </w:r>
    </w:p>
  </w:endnote>
  <w:endnote w:type="continuationNotice" w:id="1">
    <w:p w14:paraId="3EEDA260" w14:textId="77777777" w:rsidR="00344F84" w:rsidRDefault="00344F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05D7AD1D" w14:textId="3F457568" w:rsidR="006B7BD1" w:rsidRDefault="00133D55" w:rsidP="00E636A0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F4D28">
      <w:rPr>
        <w:noProof/>
      </w:rPr>
      <w:t>2025-01-14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5ABA6" w14:textId="77777777" w:rsidR="00344F84" w:rsidRDefault="00344F84">
      <w:r>
        <w:separator/>
      </w:r>
    </w:p>
  </w:footnote>
  <w:footnote w:type="continuationSeparator" w:id="0">
    <w:p w14:paraId="0C1DDC22" w14:textId="77777777" w:rsidR="00344F84" w:rsidRDefault="00344F84">
      <w:r>
        <w:continuationSeparator/>
      </w:r>
    </w:p>
  </w:footnote>
  <w:footnote w:type="continuationNotice" w:id="1">
    <w:p w14:paraId="4610A3CB" w14:textId="77777777" w:rsidR="00344F84" w:rsidRDefault="00344F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7AC3C" w14:textId="47D7A391" w:rsidR="006B7BD1" w:rsidRPr="004340F8" w:rsidRDefault="004340F8" w:rsidP="004340F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1D930A4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025672">
      <w:rPr>
        <w:rFonts w:cs="Calibri"/>
        <w:sz w:val="20"/>
        <w:u w:val="single"/>
      </w:rPr>
      <w:t>RFP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  <w:p w14:paraId="744A06A7" w14:textId="77777777" w:rsidR="006B7BD1" w:rsidRDefault="006B7B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DE9"/>
    <w:multiLevelType w:val="hybridMultilevel"/>
    <w:tmpl w:val="B0A65690"/>
    <w:lvl w:ilvl="0" w:tplc="176A9B52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34C073B0"/>
    <w:multiLevelType w:val="multilevel"/>
    <w:tmpl w:val="0B34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948C1"/>
    <w:multiLevelType w:val="hybridMultilevel"/>
    <w:tmpl w:val="C9BCA86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F708F"/>
    <w:multiLevelType w:val="hybridMultilevel"/>
    <w:tmpl w:val="52E6CF9C"/>
    <w:lvl w:ilvl="0" w:tplc="57A27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C35F5"/>
    <w:multiLevelType w:val="hybridMultilevel"/>
    <w:tmpl w:val="717AE704"/>
    <w:lvl w:ilvl="0" w:tplc="19F8B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522D6"/>
    <w:multiLevelType w:val="hybridMultilevel"/>
    <w:tmpl w:val="6518CF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153366">
    <w:abstractNumId w:val="3"/>
  </w:num>
  <w:num w:numId="2" w16cid:durableId="372317287">
    <w:abstractNumId w:val="18"/>
  </w:num>
  <w:num w:numId="3" w16cid:durableId="525019883">
    <w:abstractNumId w:val="19"/>
  </w:num>
  <w:num w:numId="4" w16cid:durableId="1281381475">
    <w:abstractNumId w:val="9"/>
  </w:num>
  <w:num w:numId="5" w16cid:durableId="1524246146">
    <w:abstractNumId w:val="7"/>
  </w:num>
  <w:num w:numId="6" w16cid:durableId="1913006808">
    <w:abstractNumId w:val="11"/>
  </w:num>
  <w:num w:numId="7" w16cid:durableId="1065761287">
    <w:abstractNumId w:val="10"/>
  </w:num>
  <w:num w:numId="8" w16cid:durableId="1004746249">
    <w:abstractNumId w:val="14"/>
  </w:num>
  <w:num w:numId="9" w16cid:durableId="1066491734">
    <w:abstractNumId w:val="2"/>
  </w:num>
  <w:num w:numId="10" w16cid:durableId="1068772582">
    <w:abstractNumId w:val="13"/>
  </w:num>
  <w:num w:numId="11" w16cid:durableId="1900019903">
    <w:abstractNumId w:val="5"/>
  </w:num>
  <w:num w:numId="12" w16cid:durableId="177546464">
    <w:abstractNumId w:val="0"/>
  </w:num>
  <w:num w:numId="13" w16cid:durableId="947082525">
    <w:abstractNumId w:val="4"/>
  </w:num>
  <w:num w:numId="14" w16cid:durableId="160706629">
    <w:abstractNumId w:val="8"/>
  </w:num>
  <w:num w:numId="15" w16cid:durableId="857431777">
    <w:abstractNumId w:val="16"/>
  </w:num>
  <w:num w:numId="16" w16cid:durableId="234052695">
    <w:abstractNumId w:val="15"/>
  </w:num>
  <w:num w:numId="17" w16cid:durableId="136847206">
    <w:abstractNumId w:val="6"/>
  </w:num>
  <w:num w:numId="18" w16cid:durableId="384060175">
    <w:abstractNumId w:val="1"/>
  </w:num>
  <w:num w:numId="19" w16cid:durableId="1231037961">
    <w:abstractNumId w:val="12"/>
  </w:num>
  <w:num w:numId="20" w16cid:durableId="1602909330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60BD"/>
    <w:rsid w:val="00026A21"/>
    <w:rsid w:val="0002753F"/>
    <w:rsid w:val="000322B4"/>
    <w:rsid w:val="000332F3"/>
    <w:rsid w:val="000336BA"/>
    <w:rsid w:val="00034FE3"/>
    <w:rsid w:val="00036A50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D785C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075BB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7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02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55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4F84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3161"/>
    <w:rsid w:val="00394D7F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269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0F8"/>
    <w:rsid w:val="00434564"/>
    <w:rsid w:val="004347AA"/>
    <w:rsid w:val="00434A95"/>
    <w:rsid w:val="00435F54"/>
    <w:rsid w:val="00436EB5"/>
    <w:rsid w:val="00436FFA"/>
    <w:rsid w:val="00440265"/>
    <w:rsid w:val="0044234B"/>
    <w:rsid w:val="00442D62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4B30"/>
    <w:rsid w:val="004B7E01"/>
    <w:rsid w:val="004C01C3"/>
    <w:rsid w:val="004C04CF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540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1C4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2B5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BD1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972F4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2568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0D84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878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C29"/>
    <w:rsid w:val="00955D77"/>
    <w:rsid w:val="00956424"/>
    <w:rsid w:val="00957B41"/>
    <w:rsid w:val="0096062B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408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488B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A26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AC3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7FDD"/>
    <w:rsid w:val="00A71246"/>
    <w:rsid w:val="00A74A5E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28"/>
    <w:rsid w:val="00AF4D8E"/>
    <w:rsid w:val="00AF53B5"/>
    <w:rsid w:val="00AF559D"/>
    <w:rsid w:val="00AF617B"/>
    <w:rsid w:val="00B00170"/>
    <w:rsid w:val="00B01EDA"/>
    <w:rsid w:val="00B020F3"/>
    <w:rsid w:val="00B0309C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5A69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3BBB"/>
    <w:rsid w:val="00B55F74"/>
    <w:rsid w:val="00B568CF"/>
    <w:rsid w:val="00B617D5"/>
    <w:rsid w:val="00B61F73"/>
    <w:rsid w:val="00B62288"/>
    <w:rsid w:val="00B63D5D"/>
    <w:rsid w:val="00B63F3C"/>
    <w:rsid w:val="00B65058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0039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0674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BD4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2797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690"/>
    <w:rsid w:val="00E567A5"/>
    <w:rsid w:val="00E56C50"/>
    <w:rsid w:val="00E56E0D"/>
    <w:rsid w:val="00E60A16"/>
    <w:rsid w:val="00E61355"/>
    <w:rsid w:val="00E614E0"/>
    <w:rsid w:val="00E62047"/>
    <w:rsid w:val="00E62347"/>
    <w:rsid w:val="00E631DC"/>
    <w:rsid w:val="00E636A0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568"/>
    <w:rsid w:val="00E86D44"/>
    <w:rsid w:val="00E91499"/>
    <w:rsid w:val="00E959F6"/>
    <w:rsid w:val="00E97112"/>
    <w:rsid w:val="00E97185"/>
    <w:rsid w:val="00EA0229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165"/>
    <w:rsid w:val="00EB0645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E0F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25A"/>
    <w:rsid w:val="00F46D13"/>
    <w:rsid w:val="00F4717D"/>
    <w:rsid w:val="00F47D48"/>
    <w:rsid w:val="00F507F6"/>
    <w:rsid w:val="00F5111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E7D2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039"/>
    <w:pPr>
      <w:spacing w:before="120" w:after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numPr>
        <w:numId w:val="18"/>
      </w:numPr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E488B"/>
    <w:pPr>
      <w:keepNext/>
      <w:keepLines/>
      <w:spacing w:before="360" w:after="240"/>
      <w:outlineLvl w:val="2"/>
    </w:pPr>
    <w:rPr>
      <w:rFonts w:ascii="Calibri Light" w:hAnsi="Calibri Light"/>
      <w:b/>
      <w:sz w:val="28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34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96062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1E3F3C-FFB3-41D5-823B-335A1B19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4</Pages>
  <Words>357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2752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3</cp:revision>
  <cp:lastPrinted>2019-05-23T01:49:00Z</cp:lastPrinted>
  <dcterms:created xsi:type="dcterms:W3CDTF">2020-07-06T12:54:00Z</dcterms:created>
  <dcterms:modified xsi:type="dcterms:W3CDTF">2025-01-13T21:50:00Z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